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25D6E08" w14:textId="07A1910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1B59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2A1CC7" w:rsidRDefault="00445970" w14:paraId="0F05DE12" w14:textId="1D9229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D5976EB" w:rsidR="00445970">
        <w:rPr>
          <w:rFonts w:ascii="Corbel" w:hAnsi="Corbel"/>
          <w:sz w:val="20"/>
          <w:szCs w:val="20"/>
        </w:rPr>
        <w:t xml:space="preserve">Rok akademicki   </w:t>
      </w:r>
      <w:r w:rsidRPr="3D5976EB" w:rsidR="00FC5E3B">
        <w:rPr>
          <w:rFonts w:ascii="Corbel" w:hAnsi="Corbel"/>
          <w:sz w:val="20"/>
          <w:szCs w:val="20"/>
        </w:rPr>
        <w:t>20</w:t>
      </w:r>
      <w:r w:rsidRPr="3D5976EB" w:rsidR="73BFD972">
        <w:rPr>
          <w:rFonts w:ascii="Corbel" w:hAnsi="Corbel"/>
          <w:sz w:val="20"/>
          <w:szCs w:val="20"/>
        </w:rPr>
        <w:t>19</w:t>
      </w:r>
      <w:r w:rsidRPr="3D5976EB" w:rsidR="00FC5E3B">
        <w:rPr>
          <w:rFonts w:ascii="Corbel" w:hAnsi="Corbel"/>
          <w:sz w:val="20"/>
          <w:szCs w:val="20"/>
        </w:rPr>
        <w:t>/</w:t>
      </w:r>
      <w:r w:rsidRPr="3D5976EB" w:rsidR="0027348E">
        <w:rPr>
          <w:rFonts w:ascii="Corbel" w:hAnsi="Corbel"/>
          <w:sz w:val="20"/>
          <w:szCs w:val="20"/>
        </w:rPr>
        <w:t>202</w:t>
      </w:r>
      <w:r w:rsidRPr="3D5976EB" w:rsidR="06C7658D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D5976EB" w14:paraId="59C8BE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7348E" w:rsidR="0085747A" w:rsidP="009C54AE" w:rsidRDefault="009773BE" w14:paraId="39E5C1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Pr="009C54AE" w:rsidR="0085747A" w:rsidTr="3D5976EB" w14:paraId="464FF0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7348E" w:rsidR="0085747A" w:rsidP="009C54AE" w:rsidRDefault="009773BE" w14:paraId="18C6D8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Pr="009C54AE" w:rsidR="0085747A" w:rsidTr="3D5976EB" w14:paraId="4E2F8C3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D5976EB" w14:paraId="729EE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348E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3D5976EB" w14:paraId="048482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73BE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3D5976EB" w14:paraId="27F702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348E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3D5976EB" w14:paraId="3A488B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3D5976EB" w14:paraId="5C70B2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D5976EB" w14:paraId="60CC44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73BE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Pr="009C54AE" w:rsidR="0085747A" w:rsidTr="3D5976EB" w14:paraId="2724D5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3D5976EB" w14:paraId="2786482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D5976EB" w14:paraId="1D0811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773BE" w:rsidR="0085747A" w:rsidP="009C54AE" w:rsidRDefault="009773BE" w14:paraId="16AC3D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>Dr hab. Mariola Grzebyk, prof. UR</w:t>
            </w:r>
          </w:p>
        </w:tc>
      </w:tr>
      <w:tr w:rsidRPr="009C54AE" w:rsidR="0085747A" w:rsidTr="3D5976EB" w14:paraId="1DE935C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773BE" w:rsidR="0085747A" w:rsidP="3D5976EB" w:rsidRDefault="009773BE" w14:paraId="3DAD3500" w14:textId="50385E2D">
            <w:pPr>
              <w:pStyle w:val="Odpowiedzi"/>
              <w:spacing w:before="100" w:beforeAutospacing="on" w:after="100" w:afterAutospacing="on"/>
              <w:rPr>
                <w:rStyle w:val="fontstyle01"/>
                <w:rFonts w:ascii="Corbel" w:hAnsi="Corbel"/>
              </w:rPr>
            </w:pPr>
            <w:r w:rsidRPr="3D5976EB" w:rsidR="009773BE">
              <w:rPr>
                <w:rStyle w:val="fontstyle01"/>
                <w:rFonts w:ascii="Corbel" w:hAnsi="Corbel"/>
              </w:rPr>
              <w:t xml:space="preserve">Dr </w:t>
            </w:r>
            <w:r w:rsidRPr="3D5976EB" w:rsidR="6814D3F6">
              <w:rPr>
                <w:rStyle w:val="fontstyle01"/>
                <w:rFonts w:ascii="Corbel" w:hAnsi="Corbel"/>
              </w:rPr>
              <w:t>Sławomir Dybka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773BE" w14:paraId="4A00F40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773BE" w14:paraId="0E91BDB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773BE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773BE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773BE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A1CC7" w:rsidP="002A1CC7" w:rsidRDefault="002A1CC7" w14:paraId="602BAEB4" w14:textId="417814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2A1CC7" w:rsidP="002A1CC7" w:rsidRDefault="002A1CC7" w14:paraId="06DA151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27348E" w14:paraId="55D48E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27348E" w:rsidP="009C54AE" w:rsidRDefault="0027348E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13C6D39" w14:textId="77777777">
        <w:tc>
          <w:tcPr>
            <w:tcW w:w="9670" w:type="dxa"/>
          </w:tcPr>
          <w:p w:rsidRPr="009C54AE" w:rsidR="0085747A" w:rsidP="009C54AE" w:rsidRDefault="009773BE" w14:paraId="7A53306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773BE" w14:paraId="74D69113" w14:textId="77777777">
        <w:tc>
          <w:tcPr>
            <w:tcW w:w="844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9773BE" w14:paraId="67CAA4E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7348E" w:rsidR="0085747A" w:rsidTr="00855686" w14:paraId="61F38664" w14:textId="77777777">
        <w:tc>
          <w:tcPr>
            <w:tcW w:w="1681" w:type="dxa"/>
            <w:vAlign w:val="center"/>
          </w:tcPr>
          <w:p w:rsidRPr="0027348E" w:rsidR="0085747A" w:rsidP="00855686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Pr="0027348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7348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7348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7348E" w:rsidR="0085747A" w:rsidP="00855686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7348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7348E" w:rsidR="0085747A" w:rsidP="00855686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348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7348E" w:rsidR="00F930FF" w:rsidTr="00855686" w14:paraId="7A9A417E" w14:textId="77777777">
        <w:tc>
          <w:tcPr>
            <w:tcW w:w="1681" w:type="dxa"/>
          </w:tcPr>
          <w:p w:rsidRPr="0027348E" w:rsidR="00F930FF" w:rsidP="00F930FF" w:rsidRDefault="00F930FF" w14:paraId="4FCA5964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7348E" w:rsidR="00F930FF" w:rsidP="00BA3C19" w:rsidRDefault="00BA3C19" w14:paraId="3E67B6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:rsidRPr="0027348E" w:rsidR="00F930FF" w:rsidP="0027348E" w:rsidRDefault="00F930FF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Pr="0027348E" w:rsidR="00F930FF" w:rsidTr="00855686" w14:paraId="57019B8F" w14:textId="77777777">
        <w:tc>
          <w:tcPr>
            <w:tcW w:w="1681" w:type="dxa"/>
          </w:tcPr>
          <w:p w:rsidRPr="0027348E" w:rsidR="00F930FF" w:rsidP="00F930FF" w:rsidRDefault="00F930FF" w14:paraId="56A76B19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:rsidRPr="0027348E" w:rsidR="00F930FF" w:rsidP="00BA3C19" w:rsidRDefault="00BA3C19" w14:paraId="0F6DE0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:rsidR="00F930FF" w:rsidP="0027348E" w:rsidRDefault="00F930FF" w14:paraId="3CFCD0C1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K_U01</w:t>
            </w:r>
          </w:p>
          <w:p w:rsidRPr="0027348E" w:rsidR="00BA3C19" w:rsidP="0027348E" w:rsidRDefault="00BA3C19" w14:paraId="1A5D6D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Pr="0027348E" w:rsidR="00F930FF" w:rsidTr="00855686" w14:paraId="68316243" w14:textId="77777777">
        <w:tc>
          <w:tcPr>
            <w:tcW w:w="1681" w:type="dxa"/>
          </w:tcPr>
          <w:p w:rsidRPr="0027348E" w:rsidR="00F930FF" w:rsidP="00F930FF" w:rsidRDefault="00F930FF" w14:paraId="41960800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:rsidRPr="0027348E" w:rsidR="00F930FF" w:rsidP="00BA3C19" w:rsidRDefault="00BA3C19" w14:paraId="0CE319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:rsidR="00F930FF" w:rsidP="0027348E" w:rsidRDefault="00F930FF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K_K01</w:t>
            </w:r>
          </w:p>
          <w:p w:rsidRPr="0027348E" w:rsidR="00BA3C19" w:rsidP="0027348E" w:rsidRDefault="00BA3C19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Pr="0027348E" w:rsidR="00F930FF" w:rsidTr="00855686" w14:paraId="477C1D20" w14:textId="77777777">
        <w:tc>
          <w:tcPr>
            <w:tcW w:w="1681" w:type="dxa"/>
          </w:tcPr>
          <w:p w:rsidRPr="0027348E" w:rsidR="00F930FF" w:rsidP="00F930FF" w:rsidRDefault="00F930FF" w14:paraId="78C3198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:rsidRPr="0027348E" w:rsidR="00F930FF" w:rsidP="002463A7" w:rsidRDefault="002463A7" w14:paraId="631F79F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:rsidRPr="0027348E" w:rsidR="00F930FF" w:rsidP="0027348E" w:rsidRDefault="00F930FF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Pr="0027348E" w:rsidR="00F930FF" w:rsidTr="00855686" w14:paraId="076F2060" w14:textId="77777777">
        <w:tc>
          <w:tcPr>
            <w:tcW w:w="1681" w:type="dxa"/>
          </w:tcPr>
          <w:p w:rsidRPr="0027348E" w:rsidR="00F930FF" w:rsidP="00F930FF" w:rsidRDefault="00F930FF" w14:paraId="7435726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:rsidRPr="0027348E" w:rsidR="00F930FF" w:rsidP="002463A7" w:rsidRDefault="002463A7" w14:paraId="752008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:rsidRPr="0027348E" w:rsidR="00F930FF" w:rsidP="0027348E" w:rsidRDefault="00F930FF" w14:paraId="69B49A12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99056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A1CC7" w:rsidR="0085747A" w:rsidTr="00FF3D54" w14:paraId="587EA2A8" w14:textId="77777777">
        <w:tc>
          <w:tcPr>
            <w:tcW w:w="9520" w:type="dxa"/>
          </w:tcPr>
          <w:p w:rsidRPr="002A1CC7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A1CC7" w:rsidR="00FF3D54" w:rsidTr="00FF3D54" w14:paraId="78B11A92" w14:textId="77777777">
        <w:tc>
          <w:tcPr>
            <w:tcW w:w="9520" w:type="dxa"/>
          </w:tcPr>
          <w:p w:rsidRPr="002A1CC7" w:rsidR="00FF3D54" w:rsidP="00FF3D54" w:rsidRDefault="00FF3D54" w14:paraId="70C2AE3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Pr="002A1CC7" w:rsidR="00FF3D54" w:rsidTr="00FF3D54" w14:paraId="5C1A3094" w14:textId="77777777">
        <w:tc>
          <w:tcPr>
            <w:tcW w:w="9520" w:type="dxa"/>
          </w:tcPr>
          <w:p w:rsidRPr="002A1CC7" w:rsidR="00FF3D54" w:rsidP="00FF3D54" w:rsidRDefault="00FF3D54" w14:paraId="5146D9F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Pr="002A1CC7" w:rsidR="00FF3D54" w:rsidTr="00FF3D54" w14:paraId="24709C73" w14:textId="77777777">
        <w:tc>
          <w:tcPr>
            <w:tcW w:w="9520" w:type="dxa"/>
          </w:tcPr>
          <w:p w:rsidRPr="002A1CC7" w:rsidR="00FF3D54" w:rsidP="00FF3D54" w:rsidRDefault="00FF3D54" w14:paraId="05B2FDC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Pr="002A1CC7" w:rsidR="00FF3D54" w:rsidTr="00FF3D54" w14:paraId="5D0106E6" w14:textId="77777777">
        <w:tc>
          <w:tcPr>
            <w:tcW w:w="9520" w:type="dxa"/>
          </w:tcPr>
          <w:p w:rsidRPr="002A1CC7" w:rsidR="00FF3D54" w:rsidP="00FF3D54" w:rsidRDefault="00FF3D54" w14:paraId="3D77A02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:rsidRPr="002A1CC7" w:rsidR="00FF3D54" w:rsidP="00FF3D54" w:rsidRDefault="00FF3D54" w14:paraId="1299C4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2A1CC7" w:rsidR="00FF3D54" w:rsidTr="00FF3D54" w14:paraId="37CE981E" w14:textId="77777777">
        <w:tc>
          <w:tcPr>
            <w:tcW w:w="9520" w:type="dxa"/>
          </w:tcPr>
          <w:p w:rsidRPr="002A1CC7" w:rsidR="00FF3D54" w:rsidP="00FF3D54" w:rsidRDefault="00FF3D54" w14:paraId="4C9E309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Pr="002A1CC7" w:rsidR="00FF3D54" w:rsidTr="00FF3D54" w14:paraId="183C3AB9" w14:textId="77777777">
        <w:tc>
          <w:tcPr>
            <w:tcW w:w="9520" w:type="dxa"/>
          </w:tcPr>
          <w:p w:rsidRPr="002A1CC7" w:rsidR="00FF3D54" w:rsidP="00FF3D54" w:rsidRDefault="00FF3D54" w14:paraId="5A07DB3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Pr="002A1CC7" w:rsidR="00FF3D54" w:rsidTr="00FF3D54" w14:paraId="577D8D98" w14:textId="77777777">
        <w:tc>
          <w:tcPr>
            <w:tcW w:w="9520" w:type="dxa"/>
          </w:tcPr>
          <w:p w:rsidRPr="002A1CC7" w:rsidR="00FF3D54" w:rsidP="00FF3D54" w:rsidRDefault="00FF3D54" w14:paraId="19E7F8D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:rsidRPr="009C54AE" w:rsidR="0085747A" w:rsidP="009C54AE" w:rsidRDefault="0085747A" w14:paraId="4DDBEF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3D5976EB" w:rsidRDefault="00E960BB" w14:paraId="3CF2D8B6" w14:textId="5F3A33F7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</w:pPr>
      <w:r w:rsidRPr="3D5976EB" w:rsidR="00153C41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W</w:t>
      </w:r>
      <w:r w:rsidRPr="3D5976EB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ykład</w:t>
      </w:r>
      <w:r w:rsidRPr="3D5976EB" w:rsidR="00153C41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: wykład</w:t>
      </w:r>
      <w:r w:rsidRPr="3D5976EB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problemowy</w:t>
      </w:r>
      <w:r w:rsidRPr="3D5976EB" w:rsidR="00923D7D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, </w:t>
      </w:r>
      <w:r w:rsidRPr="3D5976EB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wykład z prezentacją multimedialną</w:t>
      </w:r>
      <w:r w:rsidRPr="3D5976EB" w:rsidR="38E51810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.</w:t>
      </w:r>
    </w:p>
    <w:p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3D5976EB" w14:paraId="3CD72C34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FF3D54" w:rsidTr="3D5976EB" w14:paraId="7EF5F9D7" w14:textId="77777777">
        <w:tc>
          <w:tcPr>
            <w:tcW w:w="1962" w:type="dxa"/>
            <w:tcMar/>
          </w:tcPr>
          <w:p w:rsidRPr="001C5BD4" w:rsidR="00FF3D54" w:rsidP="00FF3D54" w:rsidRDefault="00FF3D54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3D5976EB" w:rsidRDefault="002463A7" w14:paraId="75C366BA" w14:textId="44B30683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D5976EB" w:rsidR="0F1C10C8">
              <w:rPr>
                <w:rStyle w:val="fontstyle01"/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49CCF9E1" w14:textId="77777777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Pr="009C54AE" w:rsidR="00FF3D54" w:rsidTr="3D5976EB" w14:paraId="2B25164F" w14:textId="77777777">
        <w:tc>
          <w:tcPr>
            <w:tcW w:w="1962" w:type="dxa"/>
            <w:tcMar/>
          </w:tcPr>
          <w:p w:rsidRPr="001C5BD4" w:rsidR="00FF3D54" w:rsidP="00FF3D54" w:rsidRDefault="00FF3D54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3D5976EB" w:rsidRDefault="002463A7" w14:paraId="72DA0775" w14:textId="19DD2583">
            <w:pPr>
              <w:pStyle w:val="Normalny"/>
              <w:bidi w:val="0"/>
              <w:spacing w:after="0"/>
            </w:pPr>
            <w:r w:rsidRPr="3D5976EB" w:rsidR="6A4DAA7E">
              <w:rPr>
                <w:rStyle w:val="fontstyle01"/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5B533B60" w14:textId="77777777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Pr="009C54AE" w:rsidR="00FF3D54" w:rsidTr="3D5976EB" w14:paraId="047BC652" w14:textId="77777777">
        <w:tc>
          <w:tcPr>
            <w:tcW w:w="1962" w:type="dxa"/>
            <w:tcMar/>
          </w:tcPr>
          <w:p w:rsidRPr="001C5BD4" w:rsidR="00FF3D54" w:rsidP="00FF3D54" w:rsidRDefault="00FF3D54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3D5976EB" w:rsidRDefault="002463A7" w14:paraId="140EEA89" w14:textId="67591B81">
            <w:pPr>
              <w:pStyle w:val="Normalny"/>
              <w:bidi w:val="0"/>
              <w:spacing w:after="0"/>
            </w:pPr>
            <w:r w:rsidRPr="3D5976EB" w:rsidR="6A4DAA7E">
              <w:rPr>
                <w:rStyle w:val="fontstyle01"/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63D5CC3A" w14:textId="77777777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Pr="009C54AE" w:rsidR="00FF3D54" w:rsidTr="3D5976EB" w14:paraId="4FB5B40C" w14:textId="77777777">
        <w:tc>
          <w:tcPr>
            <w:tcW w:w="1962" w:type="dxa"/>
            <w:tcMar/>
          </w:tcPr>
          <w:p w:rsidRPr="001C5BD4" w:rsidR="00FF3D54" w:rsidP="00FF3D54" w:rsidRDefault="00FF3D54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3D5976EB" w:rsidRDefault="002463A7" w14:paraId="45308E58" w14:textId="47657E0F">
            <w:pPr>
              <w:pStyle w:val="Normalny"/>
              <w:bidi w:val="0"/>
              <w:spacing w:after="0"/>
            </w:pPr>
            <w:r w:rsidRPr="3D5976EB" w:rsidR="7027F670">
              <w:rPr>
                <w:rStyle w:val="fontstyle01"/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08553870" w14:textId="77777777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Pr="009C54AE" w:rsidR="00FF3D54" w:rsidTr="3D5976EB" w14:paraId="5477C395" w14:textId="77777777">
        <w:tc>
          <w:tcPr>
            <w:tcW w:w="1962" w:type="dxa"/>
            <w:tcMar/>
          </w:tcPr>
          <w:p w:rsidRPr="001C5BD4" w:rsidR="00FF3D54" w:rsidP="00FF3D54" w:rsidRDefault="00FF3D54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3D5976EB" w:rsidRDefault="002463A7" w14:paraId="57F224F1" w14:textId="736C718B">
            <w:pPr>
              <w:pStyle w:val="Normalny"/>
              <w:bidi w:val="0"/>
              <w:spacing w:after="0"/>
            </w:pPr>
            <w:r w:rsidRPr="3D5976EB" w:rsidR="7027F670">
              <w:rPr>
                <w:rStyle w:val="fontstyle01"/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53F46308" w14:textId="77777777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:rsidRPr="009C54AE" w:rsidR="00923D7D" w:rsidP="009C54AE" w:rsidRDefault="00923D7D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2EBF3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D5976EB" w14:paraId="229FBEBD" w14:textId="77777777">
        <w:tc>
          <w:tcPr>
            <w:tcW w:w="9670" w:type="dxa"/>
            <w:tcMar/>
          </w:tcPr>
          <w:p w:rsidRPr="009C54AE" w:rsidR="0085747A" w:rsidP="3D5976EB" w:rsidRDefault="00855686" w14:paraId="16500423" w14:textId="678F3ACD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D5976EB" w:rsidR="47D60F3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przedmiotu jest związane z uzyskaniem minimum 51% punktów z kolokwium pisemnego. </w:t>
            </w:r>
          </w:p>
        </w:tc>
      </w:tr>
    </w:tbl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F3D54" w14:paraId="63D9DE79" w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FF3D54" w:rsidTr="00FF3D54" w14:paraId="110FDCF0" w14:textId="77777777">
        <w:tc>
          <w:tcPr>
            <w:tcW w:w="4902" w:type="dxa"/>
          </w:tcPr>
          <w:p w:rsidRPr="009C54AE" w:rsidR="00FF3D54" w:rsidP="00FF3D54" w:rsidRDefault="00FF3D54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1C5BD4" w:rsidR="00FF3D54" w:rsidP="00FF3D54" w:rsidRDefault="00FF3D54" w14:paraId="423D4B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FF3D54" w:rsidTr="00FF3D54" w14:paraId="096DB874" w14:textId="77777777">
        <w:tc>
          <w:tcPr>
            <w:tcW w:w="4902" w:type="dxa"/>
          </w:tcPr>
          <w:p w:rsidRPr="009C54AE" w:rsidR="00FF3D54" w:rsidP="00FF3D54" w:rsidRDefault="00FF3D54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F3D54" w:rsidP="002463A7" w:rsidRDefault="00FF3D54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1C5BD4" w:rsidR="00FF3D54" w:rsidP="00FF3D54" w:rsidRDefault="00FF3D54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3D54" w:rsidTr="00FF3D54" w14:paraId="506C7105" w14:textId="77777777">
        <w:tc>
          <w:tcPr>
            <w:tcW w:w="4902" w:type="dxa"/>
          </w:tcPr>
          <w:p w:rsidRPr="009C54AE" w:rsidR="00FF3D54" w:rsidP="00876A95" w:rsidRDefault="00FF3D54" w14:paraId="7B505224" w14:textId="70C474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1C5BD4" w:rsidR="00FF3D54" w:rsidP="00FF3D54" w:rsidRDefault="00FF3D54" w14:paraId="7CE58F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FF3D54" w:rsidTr="00FF3D54" w14:paraId="4D6280AD" w14:textId="77777777">
        <w:tc>
          <w:tcPr>
            <w:tcW w:w="4902" w:type="dxa"/>
          </w:tcPr>
          <w:p w:rsidRPr="009C54AE" w:rsidR="00FF3D54" w:rsidP="00FF3D54" w:rsidRDefault="00FF3D54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C5BD4" w:rsidR="00FF3D54" w:rsidP="00FF3D54" w:rsidRDefault="00FF3D54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Pr="009C54AE" w:rsidR="00FF3D54" w:rsidTr="00FF3D54" w14:paraId="0AD00C0E" w14:textId="77777777">
        <w:tc>
          <w:tcPr>
            <w:tcW w:w="4902" w:type="dxa"/>
          </w:tcPr>
          <w:p w:rsidRPr="009C54AE" w:rsidR="00FF3D54" w:rsidP="00FF3D54" w:rsidRDefault="00FF3D54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C5BD4" w:rsidR="00FF3D54" w:rsidP="00FF3D54" w:rsidRDefault="00FF3D54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2463A7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F3D54" w:rsidRDefault="00FF3D54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2463A7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F3D54" w:rsidRDefault="00FF3D54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B6993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FE9F2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2463A7" w:rsidR="0085747A" w:rsidTr="43CDE0E6" w14:paraId="155122B3" w14:textId="77777777">
        <w:trPr>
          <w:trHeight w:val="397"/>
        </w:trPr>
        <w:tc>
          <w:tcPr>
            <w:tcW w:w="5000" w:type="pct"/>
            <w:tcMar/>
          </w:tcPr>
          <w:p w:rsidRPr="002463A7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463A7" w:rsidR="00E41AA6" w:rsidP="002A1CC7" w:rsidRDefault="00E41AA6" w14:paraId="62B3ADA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:rsidRPr="002463A7" w:rsidR="00FF3D54" w:rsidP="002A1CC7" w:rsidRDefault="00FF3D54" w14:paraId="0AEB979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Pr="31F7EE6A" w:rsidR="002463A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:rsidRPr="002463A7" w:rsidR="00FF3D54" w:rsidP="002A1CC7" w:rsidRDefault="74D8549B" w14:paraId="16463FAB" w14:textId="41CA277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Pr="002463A7" w:rsidR="0085747A" w:rsidTr="43CDE0E6" w14:paraId="0E47F16D" w14:textId="77777777">
        <w:trPr>
          <w:trHeight w:val="397"/>
        </w:trPr>
        <w:tc>
          <w:tcPr>
            <w:tcW w:w="5000" w:type="pct"/>
            <w:tcMar/>
          </w:tcPr>
          <w:p w:rsidRPr="002463A7"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463A7" w:rsidR="00FF3D54" w:rsidP="43CDE0E6" w:rsidRDefault="00FF3D54" w14:paraId="7377DBD4" w14:textId="7184C5DE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Elastyczne formy zatrudnienia i organizacji czasu pracy / redakcja naukowa Arkadiusz Bieliński, Aneta </w:t>
            </w:r>
            <w:proofErr w:type="spellStart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Giedrewicz</w:t>
            </w:r>
            <w:proofErr w:type="spellEnd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-Niewińska, Marzena Szabłowska-</w:t>
            </w:r>
            <w:proofErr w:type="spellStart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Juckiewicz</w:t>
            </w:r>
            <w:proofErr w:type="spellEnd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- </w:t>
            </w:r>
            <w:proofErr w:type="gramStart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 :</w:t>
            </w:r>
            <w:proofErr w:type="gramEnd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proofErr w:type="spellStart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Difin</w:t>
            </w:r>
            <w:proofErr w:type="spellEnd"/>
            <w:r w:rsidRPr="43CDE0E6" w:rsidR="00FF3D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2015</w:t>
            </w:r>
          </w:p>
          <w:p w:rsidRPr="002463A7" w:rsidR="00FF3D54" w:rsidP="43CDE0E6" w:rsidRDefault="00FF3D54" w14:paraId="110E66CC" w14:textId="75790A4C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43CDE0E6" w:rsidR="50FD240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Dybka S.,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:rsidRPr="002463A7" w:rsidR="00FF3D54" w:rsidP="43CDE0E6" w:rsidRDefault="00FF3D54" w14:paraId="20FC804C" w14:textId="267BCC27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7898" w:rsidP="00C16ABF" w:rsidRDefault="00577898" w14:paraId="65CD51AF" w14:textId="77777777">
      <w:pPr>
        <w:spacing w:after="0" w:line="240" w:lineRule="auto"/>
      </w:pPr>
      <w:r>
        <w:separator/>
      </w:r>
    </w:p>
  </w:endnote>
  <w:endnote w:type="continuationSeparator" w:id="0">
    <w:p w:rsidR="00577898" w:rsidP="00C16ABF" w:rsidRDefault="00577898" w14:paraId="3A9D4C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7898" w:rsidP="00C16ABF" w:rsidRDefault="00577898" w14:paraId="36C2E84E" w14:textId="77777777">
      <w:pPr>
        <w:spacing w:after="0" w:line="240" w:lineRule="auto"/>
      </w:pPr>
      <w:r>
        <w:separator/>
      </w:r>
    </w:p>
  </w:footnote>
  <w:footnote w:type="continuationSeparator" w:id="0">
    <w:p w:rsidR="00577898" w:rsidP="00C16ABF" w:rsidRDefault="00577898" w14:paraId="14DDCD9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1B5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89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6C7658D"/>
    <w:rsid w:val="090419EB"/>
    <w:rsid w:val="0CADC8E0"/>
    <w:rsid w:val="0F1C10C8"/>
    <w:rsid w:val="31F7EE6A"/>
    <w:rsid w:val="36568F86"/>
    <w:rsid w:val="38E51810"/>
    <w:rsid w:val="3D5976EB"/>
    <w:rsid w:val="43CDE0E6"/>
    <w:rsid w:val="47D60F39"/>
    <w:rsid w:val="50FD2404"/>
    <w:rsid w:val="54D5CBE2"/>
    <w:rsid w:val="6814D3F6"/>
    <w:rsid w:val="6A4DAA7E"/>
    <w:rsid w:val="7027F670"/>
    <w:rsid w:val="73BFD972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ontstyle01" w:customStyle="1">
    <w:name w:val="fontstyle01"/>
    <w:rsid w:val="009773BE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fontstyle21" w:customStyle="1">
    <w:name w:val="fontstyle21"/>
    <w:rsid w:val="00FF3D54"/>
    <w:rPr>
      <w:rFonts w:hint="default" w:ascii="TimesNewRoman" w:hAnsi="TimesNewRoman"/>
      <w:b w:val="0"/>
      <w:bCs w:val="0"/>
      <w:i w:val="0"/>
      <w:iCs w:val="0"/>
      <w:color w:val="000000"/>
      <w:sz w:val="22"/>
      <w:szCs w:val="22"/>
    </w:rPr>
  </w:style>
  <w:style w:type="character" w:styleId="fontstyle11" w:customStyle="1">
    <w:name w:val="fontstyle11"/>
    <w:rsid w:val="00FF3D54"/>
    <w:rPr>
      <w:rFonts w:hint="default" w:ascii="TimesNewRoman" w:hAnsi="TimesNewRoman"/>
      <w:b w:val="0"/>
      <w:bCs w:val="0"/>
      <w:i w:val="0"/>
      <w:iCs w:val="0"/>
      <w:color w:val="000000"/>
      <w:sz w:val="22"/>
      <w:szCs w:val="22"/>
    </w:rPr>
  </w:style>
  <w:style w:type="paragraph" w:styleId="paragraph" w:customStyle="1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2A1CC7"/>
  </w:style>
  <w:style w:type="character" w:styleId="spellingerror" w:customStyle="1">
    <w:name w:val="spellingerror"/>
    <w:basedOn w:val="Domylnaczcionkaakapitu"/>
    <w:rsid w:val="002A1CC7"/>
  </w:style>
  <w:style w:type="character" w:styleId="eop" w:customStyle="1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709307-FB24-4378-A68B-C3CA72EC123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Dybka Sławomir</lastModifiedBy>
  <revision>14</revision>
  <lastPrinted>2019-02-06T12:12:00.0000000Z</lastPrinted>
  <dcterms:created xsi:type="dcterms:W3CDTF">2020-11-09T19:03:00.0000000Z</dcterms:created>
  <dcterms:modified xsi:type="dcterms:W3CDTF">2020-12-11T10:27:14.7414610Z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